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1B1" w:rsidRPr="001D68CB" w:rsidRDefault="005371B1" w:rsidP="005371B1">
      <w:pPr>
        <w:keepNext/>
        <w:jc w:val="center"/>
        <w:outlineLvl w:val="0"/>
        <w:rPr>
          <w:b/>
          <w:sz w:val="28"/>
          <w:szCs w:val="28"/>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sz w:val="28"/>
          <w:szCs w:val="28"/>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5371B1" w:rsidRPr="00E710A5" w:rsidRDefault="005371B1" w:rsidP="005371B1">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002951E3" w:rsidRPr="002951E3">
        <w:rPr>
          <w:rFonts w:eastAsia="Calibri"/>
          <w:b/>
          <w:bCs/>
          <w:sz w:val="28"/>
          <w:szCs w:val="28"/>
          <w:lang w:eastAsia="ja-JP"/>
        </w:rPr>
        <w:t>Mechanical engineering support for DMS and diagnostics integration in Equatorial Ports #08 and #17</w:t>
      </w:r>
    </w:p>
    <w:p w:rsidR="005371B1" w:rsidRPr="00E710A5" w:rsidRDefault="005371B1" w:rsidP="005371B1">
      <w:pPr>
        <w:suppressAutoHyphens/>
        <w:ind w:right="-427"/>
        <w:jc w:val="center"/>
        <w:rPr>
          <w:b/>
          <w:sz w:val="28"/>
          <w:szCs w:val="28"/>
        </w:rPr>
      </w:pPr>
      <w:r w:rsidRPr="00E710A5">
        <w:rPr>
          <w:b/>
          <w:sz w:val="28"/>
          <w:szCs w:val="28"/>
        </w:rPr>
        <w:t>Reference:</w:t>
      </w:r>
      <w:r w:rsidRPr="002F5706">
        <w:rPr>
          <w:b/>
          <w:sz w:val="28"/>
          <w:szCs w:val="28"/>
        </w:rPr>
        <w:t xml:space="preserve"> </w:t>
      </w:r>
      <w:r w:rsidR="002951E3" w:rsidRPr="002951E3">
        <w:rPr>
          <w:b/>
          <w:sz w:val="28"/>
          <w:szCs w:val="28"/>
        </w:rPr>
        <w:t>IO/20/CFE/19212/JLE</w:t>
      </w:r>
      <w:bookmarkStart w:id="7" w:name="_GoBack"/>
      <w:bookmarkEnd w:id="7"/>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643" w:rsidRDefault="00C93643">
      <w:r>
        <w:separator/>
      </w:r>
    </w:p>
  </w:endnote>
  <w:endnote w:type="continuationSeparator" w:id="0">
    <w:p w:rsidR="00C93643" w:rsidRDefault="00C93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Malgun Gothic"/>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2951E3">
      <w:rPr>
        <w:rStyle w:val="PageNumber"/>
        <w:noProof/>
        <w:sz w:val="20"/>
      </w:rPr>
      <w:t>4</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2951E3">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2951E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2951E3">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643" w:rsidRDefault="00C93643">
      <w:r>
        <w:separator/>
      </w:r>
    </w:p>
  </w:footnote>
  <w:footnote w:type="continuationSeparator" w:id="0">
    <w:p w:rsidR="00C93643" w:rsidRDefault="00C93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5371B1" w:rsidP="005371B1">
    <w:pPr>
      <w:keepNext/>
      <w:ind w:right="12"/>
      <w:jc w:val="right"/>
      <w:rPr>
        <w:b/>
        <w:sz w:val="44"/>
        <w:szCs w:val="44"/>
      </w:rPr>
    </w:pPr>
    <w:r w:rsidRPr="005371B1">
      <w:rPr>
        <w:sz w:val="22"/>
        <w:szCs w:val="22"/>
      </w:rPr>
      <w:t>IO/20/CFE/</w:t>
    </w:r>
    <w:r w:rsidR="002951E3">
      <w:rPr>
        <w:sz w:val="22"/>
        <w:szCs w:val="22"/>
      </w:rPr>
      <w:t>19212</w:t>
    </w:r>
    <w:r w:rsidRPr="005371B1">
      <w:rPr>
        <w:sz w:val="22"/>
        <w:szCs w:val="22"/>
      </w:rPr>
      <w:t>/JLE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73F"/>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1E3"/>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19C7"/>
    <w:rsid w:val="0051318D"/>
    <w:rsid w:val="00515268"/>
    <w:rsid w:val="00516EC3"/>
    <w:rsid w:val="00521FA8"/>
    <w:rsid w:val="00523C5C"/>
    <w:rsid w:val="00526412"/>
    <w:rsid w:val="00527E87"/>
    <w:rsid w:val="0053111B"/>
    <w:rsid w:val="005313B2"/>
    <w:rsid w:val="00532393"/>
    <w:rsid w:val="005339AD"/>
    <w:rsid w:val="00534EFA"/>
    <w:rsid w:val="005371B1"/>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573F"/>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643"/>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3CD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117CC624"/>
  <w15:chartTrackingRefBased/>
  <w15:docId w15:val="{A99D6F6A-0CE8-4888-9CA1-B97C25A9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j17\Downloads\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6F436-F06A-4CF7-A589-BE876F0FC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1</TotalTime>
  <Pages>6</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Lee Jong eun</dc:creator>
  <cp:keywords/>
  <cp:lastModifiedBy>Lee Jong eun</cp:lastModifiedBy>
  <cp:revision>3</cp:revision>
  <cp:lastPrinted>2018-10-16T11:40:00Z</cp:lastPrinted>
  <dcterms:created xsi:type="dcterms:W3CDTF">2020-04-07T12:48:00Z</dcterms:created>
  <dcterms:modified xsi:type="dcterms:W3CDTF">2020-06-09T15:38:00Z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